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6475885D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Pr="00B0535A">
        <w:rPr>
          <w:lang w:val="en-GB"/>
        </w:rPr>
        <w:tab/>
      </w:r>
      <w:bookmarkStart w:id="0" w:name="Number"/>
      <w:r w:rsidRPr="00B0535A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B0535A">
        <w:rPr>
          <w:rStyle w:val="Strong"/>
          <w:rFonts w:asciiTheme="minorHAnsi" w:hAnsiTheme="minorHAnsi" w:cstheme="minorHAnsi"/>
          <w:lang w:val="en-GB"/>
        </w:rPr>
        <w:t>P</w:t>
      </w:r>
      <w:r w:rsidRPr="00B0535A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6645B7">
        <w:rPr>
          <w:rStyle w:val="Strong"/>
          <w:rFonts w:asciiTheme="minorHAnsi" w:hAnsiTheme="minorHAnsi" w:cstheme="minorHAnsi"/>
          <w:lang w:val="en-GB"/>
        </w:rPr>
        <w:t>23-W004-24</w:t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1" w:name="_Toc419729571"/>
      <w:bookmarkStart w:id="2" w:name="_Toc11156577"/>
      <w:r w:rsidRPr="00B0535A">
        <w:lastRenderedPageBreak/>
        <w:t>Specification</w:t>
      </w:r>
      <w:bookmarkEnd w:id="1"/>
    </w:p>
    <w:p w14:paraId="3E6BBCE8" w14:textId="4D333F31" w:rsidR="00C44890" w:rsidRPr="00B0535A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B0535A">
        <w:rPr>
          <w:lang w:val="en-GB"/>
        </w:rPr>
        <w:t>Background</w:t>
      </w:r>
      <w:bookmarkEnd w:id="3"/>
      <w:bookmarkEnd w:id="4"/>
    </w:p>
    <w:p w14:paraId="6704EE25" w14:textId="229F7249" w:rsidR="004E771B" w:rsidRDefault="004E771B" w:rsidP="00C44890">
      <w:pPr>
        <w:rPr>
          <w:lang w:val="en-GB"/>
        </w:rPr>
      </w:pPr>
      <w:r>
        <w:rPr>
          <w:lang w:val="en-GB"/>
        </w:rPr>
        <w:t>Improvement</w:t>
      </w:r>
      <w:r w:rsidR="001F4610">
        <w:rPr>
          <w:lang w:val="en-GB"/>
        </w:rPr>
        <w:t xml:space="preserve"> and Upgrade</w:t>
      </w:r>
      <w:r>
        <w:rPr>
          <w:lang w:val="en-GB"/>
        </w:rPr>
        <w:t xml:space="preserve"> to MOE General Land Use Plan</w:t>
      </w:r>
    </w:p>
    <w:p w14:paraId="4CDD16E9" w14:textId="25451A7E" w:rsidR="004E771B" w:rsidRPr="00B0535A" w:rsidRDefault="004E771B" w:rsidP="00C44890">
      <w:pPr>
        <w:rPr>
          <w:lang w:val="en-GB"/>
        </w:rPr>
      </w:pPr>
      <w:r>
        <w:rPr>
          <w:lang w:val="en-GB"/>
        </w:rPr>
        <w:t>Beautification</w:t>
      </w:r>
    </w:p>
    <w:p w14:paraId="000280F4" w14:textId="1A2FB770" w:rsidR="00C44890" w:rsidRPr="00B0535A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B0535A">
        <w:rPr>
          <w:rFonts w:cs="Calibri"/>
          <w:lang w:val="en-GB"/>
        </w:rPr>
        <w:t>Requirements</w:t>
      </w:r>
    </w:p>
    <w:p w14:paraId="7B19B727" w14:textId="344E3960" w:rsidR="00C44890" w:rsidRDefault="00C44890" w:rsidP="00C44890">
      <w:pPr>
        <w:rPr>
          <w:lang w:val="en-GB"/>
        </w:rPr>
      </w:pPr>
      <w:bookmarkStart w:id="7" w:name="_Toc308102003"/>
      <w:r w:rsidRPr="00B0535A">
        <w:rPr>
          <w:lang w:val="en-GB"/>
        </w:rPr>
        <w:t>All supporting documentation must be in English.</w:t>
      </w:r>
    </w:p>
    <w:p w14:paraId="736486AA" w14:textId="77777777" w:rsidR="00695EFB" w:rsidRPr="00695EFB" w:rsidRDefault="00695EFB" w:rsidP="00695EF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695EFB">
        <w:rPr>
          <w:sz w:val="24"/>
          <w:szCs w:val="24"/>
          <w:lang w:val="en-GB"/>
        </w:rPr>
        <w:t>Business Registration from MCIC</w:t>
      </w:r>
    </w:p>
    <w:p w14:paraId="728F112E" w14:textId="0ECA632F" w:rsidR="00695EFB" w:rsidRPr="00695EFB" w:rsidRDefault="00695EFB" w:rsidP="00695EF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695EFB">
        <w:rPr>
          <w:sz w:val="24"/>
          <w:szCs w:val="24"/>
          <w:lang w:val="en-GB"/>
        </w:rPr>
        <w:t xml:space="preserve">Valid </w:t>
      </w:r>
      <w:r>
        <w:rPr>
          <w:sz w:val="24"/>
          <w:szCs w:val="24"/>
          <w:lang w:val="en-GB"/>
        </w:rPr>
        <w:t>Operational business license from TUC</w:t>
      </w:r>
    </w:p>
    <w:p w14:paraId="7593016D" w14:textId="77777777" w:rsidR="00695EFB" w:rsidRPr="00695EFB" w:rsidRDefault="00695EFB" w:rsidP="00695EF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695EFB">
        <w:rPr>
          <w:sz w:val="24"/>
          <w:szCs w:val="24"/>
          <w:lang w:val="en-GB"/>
        </w:rPr>
        <w:t>Tax clearance letter from Tax office</w:t>
      </w:r>
    </w:p>
    <w:p w14:paraId="23AAAC35" w14:textId="77777777" w:rsidR="00695EFB" w:rsidRPr="00695EFB" w:rsidRDefault="00695EFB" w:rsidP="00695EF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695EFB">
        <w:rPr>
          <w:sz w:val="24"/>
          <w:szCs w:val="24"/>
          <w:lang w:val="en-GB"/>
        </w:rPr>
        <w:t>The signed form of certificate for compliance form</w:t>
      </w:r>
    </w:p>
    <w:p w14:paraId="01C7BCB4" w14:textId="26938B5C" w:rsidR="00695EFB" w:rsidRDefault="00695EFB" w:rsidP="00187DE8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695EFB">
        <w:rPr>
          <w:sz w:val="24"/>
          <w:szCs w:val="24"/>
          <w:lang w:val="en-GB"/>
        </w:rPr>
        <w:t>A complete technical proposal in response to the specifications, timeframe, list of tools and equipment</w:t>
      </w:r>
      <w:r>
        <w:rPr>
          <w:sz w:val="24"/>
          <w:szCs w:val="24"/>
          <w:lang w:val="en-GB"/>
        </w:rPr>
        <w:t>,</w:t>
      </w:r>
      <w:r w:rsidRPr="00695EFB">
        <w:rPr>
          <w:sz w:val="24"/>
          <w:szCs w:val="24"/>
          <w:lang w:val="en-GB"/>
        </w:rPr>
        <w:t xml:space="preserve"> CVs and reference</w:t>
      </w:r>
      <w:r>
        <w:rPr>
          <w:sz w:val="24"/>
          <w:szCs w:val="24"/>
          <w:lang w:val="en-GB"/>
        </w:rPr>
        <w:t>s</w:t>
      </w:r>
    </w:p>
    <w:p w14:paraId="5C9DC252" w14:textId="66B03521" w:rsidR="00695EFB" w:rsidRPr="00695EFB" w:rsidRDefault="00695EFB" w:rsidP="00187DE8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695EFB">
        <w:rPr>
          <w:sz w:val="24"/>
          <w:szCs w:val="24"/>
          <w:lang w:val="en-GB"/>
        </w:rPr>
        <w:t>A complete financial proposal with a clear Bill of Quantity Breakdown</w:t>
      </w:r>
      <w:r>
        <w:rPr>
          <w:sz w:val="24"/>
          <w:szCs w:val="24"/>
          <w:lang w:val="en-GB"/>
        </w:rPr>
        <w:t xml:space="preserve"> </w:t>
      </w:r>
    </w:p>
    <w:p w14:paraId="65A62D34" w14:textId="4B8B85B1" w:rsidR="00C44890" w:rsidRPr="00B0535A" w:rsidRDefault="00272E3F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8"/>
    </w:p>
    <w:p w14:paraId="27C38AB1" w14:textId="50263874" w:rsidR="004E771B" w:rsidRPr="00B0535A" w:rsidRDefault="004E771B" w:rsidP="004E771B">
      <w:pPr>
        <w:rPr>
          <w:lang w:val="en-GB"/>
        </w:rPr>
      </w:pPr>
      <w:bookmarkStart w:id="9" w:name="_Toc419729578"/>
      <w:r>
        <w:rPr>
          <w:lang w:val="en-GB"/>
        </w:rPr>
        <w:t xml:space="preserve">Services </w:t>
      </w:r>
      <w:r w:rsidR="00F609C0">
        <w:rPr>
          <w:lang w:val="en-GB"/>
        </w:rPr>
        <w:t>required</w:t>
      </w:r>
      <w:r>
        <w:rPr>
          <w:lang w:val="en-GB"/>
        </w:rPr>
        <w:t xml:space="preserve"> includes trades in masonry, carpentry</w:t>
      </w:r>
      <w:r w:rsidR="00F609C0">
        <w:rPr>
          <w:lang w:val="en-GB"/>
        </w:rPr>
        <w:t xml:space="preserve"> and</w:t>
      </w:r>
      <w:r>
        <w:rPr>
          <w:lang w:val="en-GB"/>
        </w:rPr>
        <w:t xml:space="preserve"> painting works</w:t>
      </w:r>
    </w:p>
    <w:p w14:paraId="17367821" w14:textId="29DD3B2D" w:rsidR="00C44890" w:rsidRDefault="00272E3F" w:rsidP="00772E21">
      <w:pPr>
        <w:pStyle w:val="Heading3"/>
        <w:rPr>
          <w:lang w:val="en-GB"/>
        </w:rPr>
      </w:pPr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9"/>
      <w:r w:rsidRPr="00B0535A">
        <w:rPr>
          <w:lang w:val="en-GB"/>
        </w:rPr>
        <w:t xml:space="preserve"> &amp; Final Delivery</w:t>
      </w:r>
    </w:p>
    <w:p w14:paraId="2733E432" w14:textId="1DAE784E" w:rsidR="004E771B" w:rsidRPr="004E771B" w:rsidRDefault="00F609C0" w:rsidP="004E771B">
      <w:pPr>
        <w:rPr>
          <w:lang w:val="en-GB"/>
        </w:rPr>
      </w:pPr>
      <w:r>
        <w:rPr>
          <w:lang w:val="en-GB"/>
        </w:rPr>
        <w:t>35 days</w:t>
      </w:r>
    </w:p>
    <w:bookmarkEnd w:id="5"/>
    <w:bookmarkEnd w:id="6"/>
    <w:p w14:paraId="625DFCD7" w14:textId="332CC24C" w:rsidR="00C44890" w:rsidRPr="00B0535A" w:rsidRDefault="00C44890" w:rsidP="00C44890">
      <w:pPr>
        <w:pStyle w:val="Heading2"/>
      </w:pPr>
      <w:r w:rsidRPr="00B0535A">
        <w:t xml:space="preserve">Description of the </w:t>
      </w:r>
      <w:r w:rsidR="00272E3F" w:rsidRPr="00B0535A">
        <w:t>Works</w:t>
      </w:r>
      <w:bookmarkEnd w:id="2"/>
    </w:p>
    <w:p w14:paraId="107815C1" w14:textId="77777777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>Here, list all items to be Tendered</w:t>
      </w:r>
    </w:p>
    <w:p w14:paraId="69E741C9" w14:textId="06E2FDB3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 xml:space="preserve">(This part may be replaced by a </w:t>
      </w:r>
      <w:r w:rsidR="00114321">
        <w:rPr>
          <w:i/>
          <w:iCs/>
          <w:lang w:val="en-GB"/>
        </w:rPr>
        <w:t>Procuring Entity</w:t>
      </w:r>
      <w:r w:rsidR="00114321" w:rsidRPr="00B0535A">
        <w:rPr>
          <w:i/>
          <w:iCs/>
          <w:lang w:val="en-GB"/>
        </w:rPr>
        <w:t xml:space="preserve"> </w:t>
      </w:r>
      <w:r w:rsidR="00272E3F" w:rsidRPr="00B0535A">
        <w:rPr>
          <w:i/>
          <w:iCs/>
          <w:lang w:val="en-GB"/>
        </w:rPr>
        <w:t xml:space="preserve">or </w:t>
      </w:r>
      <w:r w:rsidRPr="00B0535A">
        <w:rPr>
          <w:i/>
          <w:iCs/>
          <w:lang w:val="en-GB"/>
        </w:rPr>
        <w:t xml:space="preserve">proprietary </w:t>
      </w:r>
      <w:r w:rsidR="00272E3F" w:rsidRPr="00B0535A">
        <w:rPr>
          <w:i/>
          <w:iCs/>
          <w:lang w:val="en-GB"/>
        </w:rPr>
        <w:t>Contractor</w:t>
      </w:r>
      <w:r w:rsidRPr="00B0535A">
        <w:rPr>
          <w:i/>
          <w:iCs/>
          <w:lang w:val="en-GB"/>
        </w:rPr>
        <w:t xml:space="preserve"> description)</w:t>
      </w:r>
    </w:p>
    <w:p w14:paraId="67D3B075" w14:textId="77777777" w:rsidR="00C44890" w:rsidRPr="00B0535A" w:rsidRDefault="00C44890" w:rsidP="00C44890">
      <w:pPr>
        <w:rPr>
          <w:lang w:val="en-GB"/>
        </w:rPr>
      </w:pPr>
    </w:p>
    <w:tbl>
      <w:tblPr>
        <w:tblStyle w:val="GridTable1Light"/>
        <w:tblW w:w="9715" w:type="dxa"/>
        <w:tblLook w:val="04A0" w:firstRow="1" w:lastRow="0" w:firstColumn="1" w:lastColumn="0" w:noHBand="0" w:noVBand="1"/>
      </w:tblPr>
      <w:tblGrid>
        <w:gridCol w:w="636"/>
        <w:gridCol w:w="4678"/>
        <w:gridCol w:w="2151"/>
        <w:gridCol w:w="2250"/>
      </w:tblGrid>
      <w:tr w:rsidR="00255437" w:rsidRPr="00B0535A" w14:paraId="7BA20976" w14:textId="59B94A2B" w:rsidTr="00722C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55437" w:rsidRPr="00B0535A" w:rsidRDefault="00255437" w:rsidP="00C44890">
            <w:pPr>
              <w:rPr>
                <w:lang w:val="en-GB"/>
              </w:rPr>
            </w:pPr>
            <w:r w:rsidRPr="00B0535A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Description</w:t>
            </w:r>
          </w:p>
        </w:tc>
        <w:tc>
          <w:tcPr>
            <w:tcW w:w="2151" w:type="dxa"/>
          </w:tcPr>
          <w:p w14:paraId="7FE7D34C" w14:textId="558241B6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Delivery Time (to be Tendered)</w:t>
            </w:r>
          </w:p>
        </w:tc>
        <w:tc>
          <w:tcPr>
            <w:tcW w:w="2250" w:type="dxa"/>
          </w:tcPr>
          <w:p w14:paraId="345F2A9D" w14:textId="307D1751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Price (to be Tendered)</w:t>
            </w:r>
          </w:p>
        </w:tc>
      </w:tr>
      <w:tr w:rsidR="00255437" w:rsidRPr="00B0535A" w14:paraId="6E6D2AD2" w14:textId="41F29E74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57906E0F" w:rsidR="00255437" w:rsidRPr="00B0535A" w:rsidRDefault="00244F4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Site &amp; Ground Preparation</w:t>
            </w:r>
          </w:p>
        </w:tc>
        <w:tc>
          <w:tcPr>
            <w:tcW w:w="2151" w:type="dxa"/>
          </w:tcPr>
          <w:p w14:paraId="7E3C67F5" w14:textId="5C75037F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13B5A4A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44F44" w:rsidRPr="00B0535A" w14:paraId="774E0324" w14:textId="3A7B6733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244F44" w:rsidRPr="00B0535A" w:rsidRDefault="00244F44" w:rsidP="00244F44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1E37205C" w:rsidR="00244F44" w:rsidRPr="00B0535A" w:rsidRDefault="00244F44" w:rsidP="00267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Trenching and Formwork </w:t>
            </w:r>
            <w:r w:rsidR="002672DD">
              <w:rPr>
                <w:lang w:val="en-GB"/>
              </w:rPr>
              <w:t>to footing</w:t>
            </w:r>
          </w:p>
        </w:tc>
        <w:tc>
          <w:tcPr>
            <w:tcW w:w="2151" w:type="dxa"/>
          </w:tcPr>
          <w:p w14:paraId="78733891" w14:textId="01CED045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2B32EE03" w14:textId="77777777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44F44" w:rsidRPr="00B0535A" w14:paraId="4278F09A" w14:textId="5BE1C4CD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244F44" w:rsidRPr="00B0535A" w:rsidRDefault="00244F44" w:rsidP="00244F44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132759CB" w:rsidR="00244F44" w:rsidRPr="00B0535A" w:rsidRDefault="00244F44" w:rsidP="00267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Reinforcing </w:t>
            </w:r>
            <w:r w:rsidR="002672DD">
              <w:rPr>
                <w:lang w:val="en-GB"/>
              </w:rPr>
              <w:t>to footing</w:t>
            </w:r>
          </w:p>
        </w:tc>
        <w:tc>
          <w:tcPr>
            <w:tcW w:w="2151" w:type="dxa"/>
          </w:tcPr>
          <w:p w14:paraId="56EC4DFE" w14:textId="0DC8E416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7F47D2E5" w14:textId="77777777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44F44" w:rsidRPr="00B0535A" w14:paraId="02260693" w14:textId="77777777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D5205C4" w14:textId="122A8A5A" w:rsidR="00244F44" w:rsidRPr="004C549D" w:rsidRDefault="00244F44" w:rsidP="00244F44">
            <w:pPr>
              <w:rPr>
                <w:b w:val="0"/>
                <w:lang w:val="en-GB"/>
              </w:rPr>
            </w:pPr>
            <w:r w:rsidRPr="004C549D">
              <w:rPr>
                <w:b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3EB3F896" w14:textId="4694D2DE" w:rsidR="00244F44" w:rsidRDefault="002672DD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Placing PVC pipes to footing and Concrete Pouring</w:t>
            </w:r>
          </w:p>
        </w:tc>
        <w:tc>
          <w:tcPr>
            <w:tcW w:w="2151" w:type="dxa"/>
          </w:tcPr>
          <w:p w14:paraId="195457CE" w14:textId="3260D99B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53B92DFC" w14:textId="77777777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44F44" w:rsidRPr="00B0535A" w14:paraId="50AC8E16" w14:textId="0172A703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050A698D" w:rsidR="00244F44" w:rsidRPr="00B0535A" w:rsidRDefault="00244F44" w:rsidP="00244F44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lastRenderedPageBreak/>
              <w:t>5</w:t>
            </w:r>
          </w:p>
        </w:tc>
        <w:tc>
          <w:tcPr>
            <w:tcW w:w="4678" w:type="dxa"/>
          </w:tcPr>
          <w:p w14:paraId="5390BBF6" w14:textId="0FA2FDB9" w:rsidR="00244F44" w:rsidRPr="00B0535A" w:rsidRDefault="002672DD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Timber beam Installations</w:t>
            </w:r>
          </w:p>
        </w:tc>
        <w:tc>
          <w:tcPr>
            <w:tcW w:w="2151" w:type="dxa"/>
          </w:tcPr>
          <w:p w14:paraId="5B9DD2CB" w14:textId="6838883D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267DCF78" w14:textId="77777777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44F44" w:rsidRPr="00B0535A" w14:paraId="2981ED30" w14:textId="77777777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B162EEE" w14:textId="7B800B4E" w:rsidR="00244F44" w:rsidRPr="004C549D" w:rsidRDefault="00244F44" w:rsidP="00244F44">
            <w:pPr>
              <w:rPr>
                <w:b w:val="0"/>
                <w:lang w:val="en-GB"/>
              </w:rPr>
            </w:pPr>
            <w:r w:rsidRPr="004C549D">
              <w:rPr>
                <w:b w:val="0"/>
                <w:lang w:val="en-GB"/>
              </w:rPr>
              <w:t>6</w:t>
            </w:r>
          </w:p>
        </w:tc>
        <w:tc>
          <w:tcPr>
            <w:tcW w:w="4678" w:type="dxa"/>
          </w:tcPr>
          <w:p w14:paraId="0D133C8D" w14:textId="3D058BCB" w:rsidR="00244F44" w:rsidRDefault="002672DD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Roof Framing</w:t>
            </w:r>
          </w:p>
        </w:tc>
        <w:tc>
          <w:tcPr>
            <w:tcW w:w="2151" w:type="dxa"/>
          </w:tcPr>
          <w:p w14:paraId="3606A9C4" w14:textId="63D1AC9C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38AB950D" w14:textId="77777777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44F44" w:rsidRPr="00B0535A" w14:paraId="706B301D" w14:textId="77777777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981A9F2" w14:textId="4ED8F5CC" w:rsidR="00244F44" w:rsidRPr="004C549D" w:rsidRDefault="00244F44" w:rsidP="00244F44">
            <w:pPr>
              <w:rPr>
                <w:b w:val="0"/>
                <w:lang w:val="en-GB"/>
              </w:rPr>
            </w:pPr>
            <w:r w:rsidRPr="004C549D">
              <w:rPr>
                <w:b w:val="0"/>
                <w:lang w:val="en-GB"/>
              </w:rPr>
              <w:t>8</w:t>
            </w:r>
          </w:p>
        </w:tc>
        <w:tc>
          <w:tcPr>
            <w:tcW w:w="4678" w:type="dxa"/>
          </w:tcPr>
          <w:p w14:paraId="3E617677" w14:textId="539A94AA" w:rsidR="00244F44" w:rsidRDefault="002672DD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Placing of Roof Sheets</w:t>
            </w:r>
          </w:p>
        </w:tc>
        <w:tc>
          <w:tcPr>
            <w:tcW w:w="2151" w:type="dxa"/>
          </w:tcPr>
          <w:p w14:paraId="3C0A8CFF" w14:textId="1DB6D158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7BCFDD56" w14:textId="77777777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44F44" w:rsidRPr="00B0535A" w14:paraId="4B6EEBE7" w14:textId="77777777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57FB965" w14:textId="49540502" w:rsidR="00244F44" w:rsidRPr="004C549D" w:rsidRDefault="002672DD" w:rsidP="00244F44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4678" w:type="dxa"/>
          </w:tcPr>
          <w:p w14:paraId="5FF81D13" w14:textId="2464C7DC" w:rsidR="00244F44" w:rsidRDefault="002672DD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Finishing and make good any defects</w:t>
            </w:r>
          </w:p>
        </w:tc>
        <w:tc>
          <w:tcPr>
            <w:tcW w:w="2151" w:type="dxa"/>
          </w:tcPr>
          <w:p w14:paraId="4C804362" w14:textId="6F0EDFD0" w:rsidR="00244F44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6FA5EC80" w14:textId="77777777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44F44" w:rsidRPr="00B0535A" w14:paraId="07A52739" w14:textId="77777777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244E8D0" w14:textId="3750FF82" w:rsidR="00244F44" w:rsidRPr="004C549D" w:rsidRDefault="00244F44" w:rsidP="00244F44">
            <w:pPr>
              <w:rPr>
                <w:b w:val="0"/>
                <w:lang w:val="en-GB"/>
              </w:rPr>
            </w:pPr>
          </w:p>
        </w:tc>
        <w:tc>
          <w:tcPr>
            <w:tcW w:w="4678" w:type="dxa"/>
          </w:tcPr>
          <w:p w14:paraId="08A44DA1" w14:textId="5D8C9C4A" w:rsidR="00244F44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151" w:type="dxa"/>
          </w:tcPr>
          <w:p w14:paraId="2242D9B4" w14:textId="075C15FC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79A69B6A" w14:textId="77777777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44F44" w:rsidRPr="00B0535A" w14:paraId="229F3DA8" w14:textId="77777777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35C07EC" w14:textId="77777777" w:rsidR="00244F44" w:rsidRPr="004C549D" w:rsidRDefault="00244F44" w:rsidP="00244F4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CA89817" w14:textId="77777777" w:rsidR="00244F44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151" w:type="dxa"/>
          </w:tcPr>
          <w:p w14:paraId="7ADF7C66" w14:textId="77777777" w:rsidR="00244F44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6AB45149" w14:textId="77777777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B0535A" w:rsidRDefault="00C44890" w:rsidP="00C44890">
      <w:pPr>
        <w:rPr>
          <w:lang w:val="en-GB"/>
        </w:rPr>
      </w:pPr>
    </w:p>
    <w:p w14:paraId="04BCC1D7" w14:textId="77777777" w:rsidR="00C44890" w:rsidRPr="00B0535A" w:rsidRDefault="00C44890" w:rsidP="00772E21">
      <w:pPr>
        <w:rPr>
          <w:lang w:val="en-GB"/>
        </w:rPr>
      </w:pPr>
    </w:p>
    <w:p w14:paraId="5864F579" w14:textId="77777777" w:rsidR="00C44890" w:rsidRPr="00B0535A" w:rsidRDefault="00C44890" w:rsidP="00772E21">
      <w:pPr>
        <w:rPr>
          <w:lang w:val="en-GB"/>
        </w:rPr>
        <w:sectPr w:rsidR="00C44890" w:rsidRPr="00B0535A" w:rsidSect="007D7043">
          <w:headerReference w:type="first" r:id="rId11"/>
          <w:type w:val="oddPage"/>
          <w:pgSz w:w="12240" w:h="15840" w:code="1"/>
          <w:pgMar w:top="1593" w:right="1183" w:bottom="1080" w:left="1440" w:header="142" w:footer="720" w:gutter="0"/>
          <w:cols w:space="720"/>
          <w:titlePg/>
        </w:sectPr>
      </w:pPr>
    </w:p>
    <w:p w14:paraId="24366288" w14:textId="62059255" w:rsidR="00C44890" w:rsidRPr="00B0535A" w:rsidRDefault="00C44890" w:rsidP="00C44890">
      <w:pPr>
        <w:pStyle w:val="Heading2"/>
      </w:pPr>
      <w:r w:rsidRPr="00B0535A">
        <w:lastRenderedPageBreak/>
        <w:t>Tenderer’s References</w:t>
      </w:r>
    </w:p>
    <w:p w14:paraId="221D3063" w14:textId="47C9C00D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772E21" w:rsidRPr="00B0535A">
        <w:rPr>
          <w:lang w:val="en-GB"/>
        </w:rPr>
        <w:t>f</w:t>
      </w:r>
      <w:r w:rsidRPr="00B0535A">
        <w:rPr>
          <w:lang w:val="en-GB"/>
        </w:rPr>
        <w:t xml:space="preserve">ive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D47CCE">
      <w:headerReference w:type="default" r:id="rId12"/>
      <w:footerReference w:type="default" r:id="rId13"/>
      <w:headerReference w:type="first" r:id="rId14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A092B" w14:textId="77777777" w:rsidR="004C3437" w:rsidRDefault="004C3437">
      <w:r>
        <w:separator/>
      </w:r>
    </w:p>
  </w:endnote>
  <w:endnote w:type="continuationSeparator" w:id="0">
    <w:p w14:paraId="57258097" w14:textId="77777777" w:rsidR="004C3437" w:rsidRDefault="004C3437">
      <w:r>
        <w:continuationSeparator/>
      </w:r>
    </w:p>
  </w:endnote>
  <w:endnote w:type="continuationNotice" w:id="1">
    <w:p w14:paraId="59DE5BDB" w14:textId="77777777" w:rsidR="004C3437" w:rsidRDefault="004C34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5669A922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F1C81" w:rsidRPr="00AF1C81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F1C81" w:rsidRPr="00AF1C81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</w:p>
  <w:p w14:paraId="213B5D63" w14:textId="4635B35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645B7">
      <w:rPr>
        <w:noProof/>
      </w:rPr>
      <w:t>2024-07-26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2266E" w14:textId="77777777" w:rsidR="004C3437" w:rsidRDefault="004C3437">
      <w:r>
        <w:separator/>
      </w:r>
    </w:p>
  </w:footnote>
  <w:footnote w:type="continuationSeparator" w:id="0">
    <w:p w14:paraId="59F85D22" w14:textId="77777777" w:rsidR="004C3437" w:rsidRDefault="004C3437">
      <w:r>
        <w:continuationSeparator/>
      </w:r>
    </w:p>
  </w:footnote>
  <w:footnote w:type="continuationNotice" w:id="1">
    <w:p w14:paraId="01F7D85C" w14:textId="77777777" w:rsidR="004C3437" w:rsidRDefault="004C34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D3755" w14:textId="17C02A2B" w:rsidR="00C44890" w:rsidRPr="00AE7206" w:rsidRDefault="007D7043" w:rsidP="007D704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  <w:lang w:val="en-GB" w:eastAsia="en-GB"/>
      </w:rPr>
      <w:drawing>
        <wp:inline distT="0" distB="0" distL="0" distR="0" wp14:anchorId="6B971703" wp14:editId="18D53764">
          <wp:extent cx="619125" cy="677395"/>
          <wp:effectExtent l="0" t="0" r="0" b="8890"/>
          <wp:docPr id="6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234" cy="70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77777777" w:rsidR="001A0764" w:rsidRPr="00D47CCE" w:rsidRDefault="001A0764" w:rsidP="00D47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47C79"/>
    <w:multiLevelType w:val="hybridMultilevel"/>
    <w:tmpl w:val="2814D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150367">
    <w:abstractNumId w:val="2"/>
  </w:num>
  <w:num w:numId="2" w16cid:durableId="1833257147">
    <w:abstractNumId w:val="14"/>
  </w:num>
  <w:num w:numId="3" w16cid:durableId="1583566494">
    <w:abstractNumId w:val="15"/>
  </w:num>
  <w:num w:numId="4" w16cid:durableId="2045786425">
    <w:abstractNumId w:val="6"/>
  </w:num>
  <w:num w:numId="5" w16cid:durableId="1790391532">
    <w:abstractNumId w:val="5"/>
  </w:num>
  <w:num w:numId="6" w16cid:durableId="1929925736">
    <w:abstractNumId w:val="10"/>
  </w:num>
  <w:num w:numId="7" w16cid:durableId="1121262098">
    <w:abstractNumId w:val="7"/>
  </w:num>
  <w:num w:numId="8" w16cid:durableId="232129240">
    <w:abstractNumId w:val="12"/>
  </w:num>
  <w:num w:numId="9" w16cid:durableId="1492527499">
    <w:abstractNumId w:val="1"/>
  </w:num>
  <w:num w:numId="10" w16cid:durableId="1948195116">
    <w:abstractNumId w:val="11"/>
  </w:num>
  <w:num w:numId="11" w16cid:durableId="1079251199">
    <w:abstractNumId w:val="3"/>
  </w:num>
  <w:num w:numId="12" w16cid:durableId="819154577">
    <w:abstractNumId w:val="9"/>
  </w:num>
  <w:num w:numId="13" w16cid:durableId="1020208305">
    <w:abstractNumId w:val="13"/>
  </w:num>
  <w:num w:numId="14" w16cid:durableId="274993802">
    <w:abstractNumId w:val="4"/>
  </w:num>
  <w:num w:numId="15" w16cid:durableId="376976452">
    <w:abstractNumId w:val="8"/>
  </w:num>
  <w:num w:numId="16" w16cid:durableId="62487993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3B02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6E5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61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81D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4F44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672DD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387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3F16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437"/>
    <w:rsid w:val="004C3860"/>
    <w:rsid w:val="004C549D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E771B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5B7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95EFB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C1B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3D7C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1F88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093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35A3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8FA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1C81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8A5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402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155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47FF6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09C0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07E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055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4F9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90F7DA-0720-4089-A174-EDD10D67DA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289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1574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17</cp:revision>
  <cp:lastPrinted>2013-10-18T08:32:00Z</cp:lastPrinted>
  <dcterms:created xsi:type="dcterms:W3CDTF">2024-07-21T05:19:00Z</dcterms:created>
  <dcterms:modified xsi:type="dcterms:W3CDTF">2024-07-26T02:18:00Z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